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1E209" w14:textId="77777777" w:rsidR="002326DE" w:rsidRPr="00E960BB" w:rsidRDefault="002326D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D7142F" w14:textId="77777777" w:rsidR="00A12181" w:rsidRPr="00A12181" w:rsidRDefault="00A12181" w:rsidP="00A1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2181">
        <w:rPr>
          <w:rFonts w:ascii="Corbel" w:hAnsi="Corbel"/>
          <w:b/>
          <w:smallCaps/>
          <w:sz w:val="24"/>
          <w:szCs w:val="24"/>
        </w:rPr>
        <w:t>SYLABUS</w:t>
      </w:r>
    </w:p>
    <w:p w14:paraId="5B2E2BAF" w14:textId="77777777" w:rsidR="00A12181" w:rsidRPr="00A12181" w:rsidRDefault="00A12181" w:rsidP="00A1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218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12181">
        <w:rPr>
          <w:rFonts w:ascii="Corbel" w:hAnsi="Corbel"/>
          <w:i/>
          <w:smallCaps/>
          <w:sz w:val="24"/>
          <w:szCs w:val="24"/>
        </w:rPr>
        <w:t>2020-2022</w:t>
      </w:r>
    </w:p>
    <w:p w14:paraId="154EC5E6" w14:textId="77777777" w:rsidR="00A12181" w:rsidRPr="00A12181" w:rsidRDefault="00A12181" w:rsidP="00A121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12181">
        <w:rPr>
          <w:rFonts w:ascii="Corbel" w:hAnsi="Corbel"/>
          <w:sz w:val="20"/>
          <w:szCs w:val="20"/>
        </w:rPr>
        <w:tab/>
      </w:r>
      <w:r w:rsidRPr="00A12181">
        <w:rPr>
          <w:rFonts w:ascii="Corbel" w:hAnsi="Corbel"/>
          <w:sz w:val="20"/>
          <w:szCs w:val="20"/>
        </w:rPr>
        <w:tab/>
      </w:r>
      <w:r w:rsidRPr="00A12181">
        <w:rPr>
          <w:rFonts w:ascii="Corbel" w:hAnsi="Corbel"/>
          <w:sz w:val="20"/>
          <w:szCs w:val="20"/>
        </w:rPr>
        <w:tab/>
      </w:r>
      <w:r w:rsidRPr="00A12181">
        <w:rPr>
          <w:rFonts w:ascii="Corbel" w:hAnsi="Corbel"/>
          <w:sz w:val="20"/>
          <w:szCs w:val="20"/>
        </w:rPr>
        <w:tab/>
        <w:t xml:space="preserve">    </w:t>
      </w:r>
      <w:r w:rsidRPr="00A12181">
        <w:rPr>
          <w:rFonts w:ascii="Corbel" w:hAnsi="Corbel"/>
          <w:sz w:val="20"/>
          <w:szCs w:val="20"/>
        </w:rPr>
        <w:tab/>
        <w:t>Rok akademicki   2021-2022</w:t>
      </w:r>
    </w:p>
    <w:p w14:paraId="422ACC0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EE1AE9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26DE" w:rsidRPr="009C54AE" w14:paraId="09F394D3" w14:textId="77777777" w:rsidTr="00B819C8">
        <w:tc>
          <w:tcPr>
            <w:tcW w:w="2694" w:type="dxa"/>
            <w:vAlign w:val="center"/>
          </w:tcPr>
          <w:p w14:paraId="32F48BDC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6540E" w14:textId="1266F71D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="002326DE" w:rsidRPr="009C54AE" w14:paraId="021FB723" w14:textId="77777777" w:rsidTr="00B819C8">
        <w:tc>
          <w:tcPr>
            <w:tcW w:w="2694" w:type="dxa"/>
            <w:vAlign w:val="center"/>
          </w:tcPr>
          <w:p w14:paraId="60A1202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5BF055" w14:textId="317D75B0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bCs/>
                <w:sz w:val="22"/>
              </w:rPr>
              <w:t>P2</w:t>
            </w:r>
            <w:r w:rsidR="00104D41">
              <w:rPr>
                <w:rFonts w:ascii="Calibri" w:hAnsi="Calibri"/>
                <w:b w:val="0"/>
                <w:bCs/>
                <w:sz w:val="22"/>
              </w:rPr>
              <w:t>S</w:t>
            </w:r>
            <w:r w:rsidRPr="005D2BAB">
              <w:rPr>
                <w:rFonts w:ascii="Calibri" w:hAnsi="Calibri"/>
                <w:b w:val="0"/>
                <w:bCs/>
                <w:sz w:val="22"/>
              </w:rPr>
              <w:t>[4]F_02</w:t>
            </w:r>
          </w:p>
        </w:tc>
      </w:tr>
      <w:tr w:rsidR="002326DE" w:rsidRPr="009C54AE" w14:paraId="6FB2CA05" w14:textId="77777777" w:rsidTr="00B819C8">
        <w:tc>
          <w:tcPr>
            <w:tcW w:w="2694" w:type="dxa"/>
            <w:vAlign w:val="center"/>
          </w:tcPr>
          <w:p w14:paraId="15C16D6B" w14:textId="77777777" w:rsidR="002326DE" w:rsidRPr="00155541" w:rsidRDefault="002326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8F6216" w14:textId="77777777" w:rsidR="002326DE" w:rsidRPr="005D2BAB" w:rsidRDefault="002326DE" w:rsidP="00F2766D">
            <w:pPr>
              <w:spacing w:after="0" w:line="240" w:lineRule="auto"/>
              <w:rPr>
                <w:b/>
              </w:rPr>
            </w:pPr>
            <w:r>
              <w:t>Kolegium Nauk Społecznych</w:t>
            </w:r>
          </w:p>
        </w:tc>
      </w:tr>
      <w:tr w:rsidR="002326DE" w:rsidRPr="009C54AE" w14:paraId="03A8BE15" w14:textId="77777777" w:rsidTr="00B819C8">
        <w:tc>
          <w:tcPr>
            <w:tcW w:w="2694" w:type="dxa"/>
            <w:vAlign w:val="center"/>
          </w:tcPr>
          <w:p w14:paraId="38FD0E77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20AD64" w14:textId="6C273935" w:rsidR="002326DE" w:rsidRPr="005D2BAB" w:rsidRDefault="009F6A66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Kolegium Nauk Społecznych</w:t>
            </w:r>
          </w:p>
        </w:tc>
      </w:tr>
      <w:tr w:rsidR="002326DE" w:rsidRPr="009C54AE" w14:paraId="261597CB" w14:textId="77777777" w:rsidTr="00B819C8">
        <w:tc>
          <w:tcPr>
            <w:tcW w:w="2694" w:type="dxa"/>
            <w:vAlign w:val="center"/>
          </w:tcPr>
          <w:p w14:paraId="7B90DC8E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A24E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 xml:space="preserve">Praca socjalna </w:t>
            </w:r>
          </w:p>
        </w:tc>
      </w:tr>
      <w:tr w:rsidR="002326DE" w:rsidRPr="009C54AE" w14:paraId="765DDC12" w14:textId="77777777" w:rsidTr="00B819C8">
        <w:tc>
          <w:tcPr>
            <w:tcW w:w="2694" w:type="dxa"/>
            <w:vAlign w:val="center"/>
          </w:tcPr>
          <w:p w14:paraId="256D084F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E4961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II stopnia</w:t>
            </w:r>
          </w:p>
        </w:tc>
      </w:tr>
      <w:tr w:rsidR="002326DE" w:rsidRPr="009C54AE" w14:paraId="41D89A2F" w14:textId="77777777" w:rsidTr="00B819C8">
        <w:tc>
          <w:tcPr>
            <w:tcW w:w="2694" w:type="dxa"/>
            <w:vAlign w:val="center"/>
          </w:tcPr>
          <w:p w14:paraId="09D08CD6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B7AF9B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ogólnoakademicki</w:t>
            </w:r>
          </w:p>
        </w:tc>
      </w:tr>
      <w:tr w:rsidR="002326DE" w:rsidRPr="009C54AE" w14:paraId="33BDFC44" w14:textId="77777777" w:rsidTr="00B819C8">
        <w:tc>
          <w:tcPr>
            <w:tcW w:w="2694" w:type="dxa"/>
            <w:vAlign w:val="center"/>
          </w:tcPr>
          <w:p w14:paraId="2D9FE4DA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1B489F" w14:textId="04AB6AC1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stacjonarny</w:t>
            </w:r>
          </w:p>
        </w:tc>
      </w:tr>
      <w:tr w:rsidR="002326DE" w:rsidRPr="009C54AE" w14:paraId="1382603D" w14:textId="77777777" w:rsidTr="00B819C8">
        <w:tc>
          <w:tcPr>
            <w:tcW w:w="2694" w:type="dxa"/>
            <w:vAlign w:val="center"/>
          </w:tcPr>
          <w:p w14:paraId="1A8383E3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7645F" w14:textId="34917D21" w:rsidR="002326DE" w:rsidRPr="005D2BAB" w:rsidRDefault="002326DE" w:rsidP="00F2766D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Rok</w:t>
            </w:r>
            <w:r w:rsidR="00E9115B">
              <w:rPr>
                <w:rFonts w:ascii="Calibri" w:hAnsi="Calibri"/>
                <w:b w:val="0"/>
                <w:sz w:val="22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</w:rPr>
              <w:t>2</w:t>
            </w:r>
            <w:r w:rsidR="00170554">
              <w:rPr>
                <w:rFonts w:ascii="Calibri" w:hAnsi="Calibri"/>
                <w:b w:val="0"/>
                <w:sz w:val="22"/>
              </w:rPr>
              <w:t xml:space="preserve">, </w:t>
            </w:r>
            <w:r w:rsidRPr="005D2BAB">
              <w:rPr>
                <w:rFonts w:ascii="Calibri" w:hAnsi="Calibri"/>
                <w:b w:val="0"/>
                <w:sz w:val="22"/>
              </w:rPr>
              <w:t>sem</w:t>
            </w:r>
            <w:r>
              <w:rPr>
                <w:rFonts w:ascii="Calibri" w:hAnsi="Calibri"/>
                <w:b w:val="0"/>
                <w:sz w:val="22"/>
              </w:rPr>
              <w:t xml:space="preserve">estr </w:t>
            </w:r>
            <w:r w:rsidRPr="005D2BAB">
              <w:rPr>
                <w:rFonts w:ascii="Calibri" w:hAnsi="Calibri"/>
                <w:b w:val="0"/>
                <w:sz w:val="22"/>
              </w:rPr>
              <w:t xml:space="preserve">IV </w:t>
            </w:r>
          </w:p>
        </w:tc>
      </w:tr>
      <w:tr w:rsidR="002326DE" w:rsidRPr="009C54AE" w14:paraId="3DBF53FC" w14:textId="77777777" w:rsidTr="00B819C8">
        <w:tc>
          <w:tcPr>
            <w:tcW w:w="2694" w:type="dxa"/>
            <w:vAlign w:val="center"/>
          </w:tcPr>
          <w:p w14:paraId="0BB2C1D4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C2A84C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Fakultet</w:t>
            </w:r>
          </w:p>
        </w:tc>
      </w:tr>
      <w:tr w:rsidR="002326DE" w:rsidRPr="009C54AE" w14:paraId="1AC93643" w14:textId="77777777" w:rsidTr="00B819C8">
        <w:tc>
          <w:tcPr>
            <w:tcW w:w="2694" w:type="dxa"/>
            <w:vAlign w:val="center"/>
          </w:tcPr>
          <w:p w14:paraId="7005C55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139F5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polski</w:t>
            </w:r>
          </w:p>
        </w:tc>
      </w:tr>
      <w:tr w:rsidR="002326DE" w:rsidRPr="009C54AE" w14:paraId="1DB32EA5" w14:textId="77777777" w:rsidTr="00B819C8">
        <w:tc>
          <w:tcPr>
            <w:tcW w:w="2694" w:type="dxa"/>
            <w:vAlign w:val="center"/>
          </w:tcPr>
          <w:p w14:paraId="34335C0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ED236" w14:textId="76E23F85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-Bar</w:t>
            </w:r>
          </w:p>
        </w:tc>
      </w:tr>
      <w:tr w:rsidR="002326DE" w:rsidRPr="009C54AE" w14:paraId="3A963A5D" w14:textId="77777777" w:rsidTr="00B819C8">
        <w:tc>
          <w:tcPr>
            <w:tcW w:w="2694" w:type="dxa"/>
            <w:vAlign w:val="center"/>
          </w:tcPr>
          <w:p w14:paraId="7E113F49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B5E16E" w14:textId="27178769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 Bar</w:t>
            </w:r>
          </w:p>
        </w:tc>
      </w:tr>
    </w:tbl>
    <w:p w14:paraId="3049CFF0" w14:textId="77777777" w:rsidR="002326DE" w:rsidRPr="009C54AE" w:rsidRDefault="002326D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ABAEEF9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6E968F" w14:textId="77777777" w:rsidR="002326DE" w:rsidRPr="009C54AE" w:rsidRDefault="002326D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92A617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326DE" w:rsidRPr="009C54AE" w14:paraId="41A8E302" w14:textId="77777777" w:rsidTr="00C766DF">
        <w:tc>
          <w:tcPr>
            <w:tcW w:w="1048" w:type="dxa"/>
          </w:tcPr>
          <w:p w14:paraId="7DFABEC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77502C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EF942B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B817B4A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6395D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477DEF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5B0F0B6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00F473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52AEACE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3A7ED00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DFF994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326DE" w:rsidRPr="009C54AE" w14:paraId="13A4B704" w14:textId="77777777" w:rsidTr="00C766DF">
        <w:trPr>
          <w:trHeight w:val="453"/>
        </w:trPr>
        <w:tc>
          <w:tcPr>
            <w:tcW w:w="1048" w:type="dxa"/>
          </w:tcPr>
          <w:p w14:paraId="07199ADF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vAlign w:val="center"/>
          </w:tcPr>
          <w:p w14:paraId="7C571A0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48D6C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8E5035" w14:textId="6A6113B0" w:rsidR="002326DE" w:rsidRPr="009C54AE" w:rsidRDefault="00104D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vAlign w:val="center"/>
          </w:tcPr>
          <w:p w14:paraId="5EA7DF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93C518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A0F860C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0965F7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3D826CD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06555B85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13AC56" w14:textId="77777777" w:rsidR="002326DE" w:rsidRPr="009C54AE" w:rsidRDefault="002326D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74EF6" w14:textId="77777777" w:rsidR="002326DE" w:rsidRPr="009C54AE" w:rsidRDefault="002326D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D068A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60A76F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043C38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87039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18A20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3CD866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694C0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C55F7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6FE8CA44" w14:textId="77777777" w:rsidTr="00745302">
        <w:tc>
          <w:tcPr>
            <w:tcW w:w="9670" w:type="dxa"/>
          </w:tcPr>
          <w:p w14:paraId="3AEC50A4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psychopatologii ogólnej </w:t>
            </w:r>
          </w:p>
          <w:p w14:paraId="16DE7986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A48292" w14:textId="77777777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1FC38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A5E0BC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B77D2" w14:textId="77777777" w:rsidR="002326DE" w:rsidRDefault="002326D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207FDE" w14:textId="77777777" w:rsidR="002326DE" w:rsidRPr="009C54AE" w:rsidRDefault="002326D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4F6A37" w:rsidRPr="009C54AE" w14:paraId="381AFC55" w14:textId="77777777" w:rsidTr="004F6A37">
        <w:tc>
          <w:tcPr>
            <w:tcW w:w="851" w:type="dxa"/>
            <w:vAlign w:val="center"/>
          </w:tcPr>
          <w:p w14:paraId="02D6338E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848222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bCs/>
                <w:sz w:val="24"/>
                <w:szCs w:val="24"/>
              </w:rPr>
              <w:t xml:space="preserve">Zdobycie wiedzy z zakresu </w:t>
            </w:r>
            <w:r w:rsidRPr="00170554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umiejętności społecznych  w rehabilitacji zaburzeń psychicznych</w:t>
            </w:r>
          </w:p>
        </w:tc>
      </w:tr>
      <w:tr w:rsidR="004F6A37" w:rsidRPr="009C54AE" w14:paraId="64041272" w14:textId="77777777" w:rsidTr="004F6A37">
        <w:tc>
          <w:tcPr>
            <w:tcW w:w="851" w:type="dxa"/>
            <w:vAlign w:val="center"/>
          </w:tcPr>
          <w:p w14:paraId="7E4F0E7C" w14:textId="77777777" w:rsidR="004F6A37" w:rsidRPr="00155541" w:rsidRDefault="004F6A3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EBA16F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="004F6A37" w:rsidRPr="009C54AE" w14:paraId="4B9C6D43" w14:textId="77777777" w:rsidTr="004F6A37">
        <w:tc>
          <w:tcPr>
            <w:tcW w:w="851" w:type="dxa"/>
            <w:vAlign w:val="center"/>
          </w:tcPr>
          <w:p w14:paraId="0B44894B" w14:textId="77777777" w:rsidR="004F6A37" w:rsidRPr="00155541" w:rsidRDefault="004F6A37" w:rsidP="00F276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53A89C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="004F6A37" w:rsidRPr="009C54AE" w14:paraId="3093BC49" w14:textId="77777777" w:rsidTr="004F6A37">
        <w:tc>
          <w:tcPr>
            <w:tcW w:w="851" w:type="dxa"/>
            <w:vAlign w:val="center"/>
          </w:tcPr>
          <w:p w14:paraId="4B187CBB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75E02A" w14:textId="77777777" w:rsidR="004F6A37" w:rsidRPr="00170554" w:rsidRDefault="004F6A37" w:rsidP="00DE6636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14:paraId="2EAAF70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D40F26" w14:textId="4266ED31" w:rsidR="002326DE" w:rsidRPr="00EF47B3" w:rsidRDefault="002326DE" w:rsidP="009C54AE">
      <w:pPr>
        <w:spacing w:after="0" w:line="240" w:lineRule="auto"/>
        <w:ind w:left="426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5620D0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2326DE" w:rsidRPr="009C54AE" w14:paraId="35E986DF" w14:textId="77777777" w:rsidTr="0071620A">
        <w:tc>
          <w:tcPr>
            <w:tcW w:w="1701" w:type="dxa"/>
            <w:vAlign w:val="center"/>
          </w:tcPr>
          <w:p w14:paraId="443596B7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3CB70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00632C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26DE" w:rsidRPr="009C54AE" w14:paraId="2EACE3B9" w14:textId="77777777" w:rsidTr="005E6E85">
        <w:tc>
          <w:tcPr>
            <w:tcW w:w="1701" w:type="dxa"/>
          </w:tcPr>
          <w:p w14:paraId="5AE7E477" w14:textId="77777777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EK_01</w:t>
            </w:r>
          </w:p>
          <w:p w14:paraId="0D347FB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13C108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E122ED" w14:textId="63E29755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EK_02</w:t>
            </w:r>
          </w:p>
          <w:p w14:paraId="6A05C1D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E9B2C9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7CC1E2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D47578" w14:textId="77777777" w:rsidR="006212C7" w:rsidRPr="006212C7" w:rsidRDefault="006212C7" w:rsidP="007978E9">
            <w:pPr>
              <w:rPr>
                <w:rFonts w:ascii="Corbel" w:hAnsi="Corbel"/>
                <w:sz w:val="24"/>
                <w:szCs w:val="24"/>
              </w:rPr>
            </w:pPr>
          </w:p>
          <w:p w14:paraId="72E15576" w14:textId="3BAB6E8F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EK_03</w:t>
            </w:r>
          </w:p>
          <w:p w14:paraId="4998726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69877F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80082E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112AA6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9C03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A84B8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5F70D082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A916A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CF92D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7815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C675B2" w14:textId="3BFD5379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12DF3C" w14:textId="6475343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23F0B1D2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4D1CBEC4" w14:textId="02365E16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potrafi analizować i innowacyjnie rozwiązywać konkretne problemy społeczne odpowiednio uzasadniając swoje stanowisko oraz przeciwdziałać aktualnym problemom społecznym, proponując w tym zakresie odpowiednie rozstrzygnięcia</w:t>
            </w:r>
          </w:p>
          <w:p w14:paraId="7AC423F7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33D4236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 xml:space="preserve">potrafi planować własny rozwój zawodowy oraz dbać o podnoszenie swoich kwalifikacji i kompetencji m.in. poprzez uczestnictwo w: szkoleniach, warsztatach, seminariach, studiach podyplomowych i kursach specjalizacyjnych dla pracowników socjalnych </w:t>
            </w:r>
          </w:p>
          <w:p w14:paraId="1E98EC7B" w14:textId="77777777" w:rsidR="006212C7" w:rsidRPr="006212C7" w:rsidRDefault="006212C7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4A9A4E" w14:textId="51A4C0DB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posiada zdolność tworzenia i rozwijania kontaktów z otoczeniem społecznym (interesariuszami zewnętrznymi) oraz współpracy na rzecz rozwiązywania problemów z zakresu pracy socjalnej</w:t>
            </w:r>
          </w:p>
          <w:p w14:paraId="3887615C" w14:textId="3CAECB0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8B0C09D" w14:textId="7BB7246D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  <w:p w14:paraId="4F007E3A" w14:textId="1FB305FE" w:rsidR="002326DE" w:rsidRPr="006212C7" w:rsidRDefault="002326DE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0F74A9D" w14:textId="238919A5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K_W0</w:t>
            </w:r>
            <w:r w:rsidR="00976B8F" w:rsidRPr="006212C7">
              <w:rPr>
                <w:rFonts w:ascii="Corbel" w:hAnsi="Corbel"/>
                <w:sz w:val="24"/>
                <w:szCs w:val="24"/>
              </w:rPr>
              <w:t>8</w:t>
            </w:r>
          </w:p>
          <w:p w14:paraId="09F6572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7B5A00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38871E" w14:textId="2615E618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K_U1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1</w:t>
            </w:r>
          </w:p>
          <w:p w14:paraId="08A470EE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8D04A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F811E5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D363D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923168" w14:textId="4E6B4ED6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U17</w:t>
            </w:r>
          </w:p>
          <w:p w14:paraId="1A7E098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4009A2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BE6F48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6C9F0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4FA52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1A026E" w14:textId="33FAD1CE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6212C7">
              <w:rPr>
                <w:rFonts w:ascii="Corbel" w:hAnsi="Corbel"/>
                <w:b w:val="0"/>
                <w:szCs w:val="24"/>
              </w:rPr>
              <w:t>0</w:t>
            </w:r>
            <w:r w:rsidR="006212C7" w:rsidRPr="006212C7">
              <w:rPr>
                <w:rFonts w:ascii="Corbel" w:hAnsi="Corbel"/>
                <w:b w:val="0"/>
                <w:szCs w:val="24"/>
              </w:rPr>
              <w:t>3</w:t>
            </w:r>
          </w:p>
          <w:p w14:paraId="3F425B98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F90913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486CCB3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9AA6CAA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BBFF87F" w14:textId="19E79449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63E9A8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BE90D" w14:textId="77777777" w:rsidR="002326DE" w:rsidRPr="009C54AE" w:rsidRDefault="002326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5E88770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4A0CD38" w14:textId="77777777" w:rsidR="002326DE" w:rsidRPr="009C54AE" w:rsidRDefault="002326D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59312E6F" w14:textId="77777777" w:rsidTr="00923D7D">
        <w:tc>
          <w:tcPr>
            <w:tcW w:w="9639" w:type="dxa"/>
          </w:tcPr>
          <w:p w14:paraId="57EDCF29" w14:textId="77777777" w:rsidR="002326DE" w:rsidRPr="009C54AE" w:rsidRDefault="002326D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B1189A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DA5ACD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5DA5ED7" w14:textId="77777777" w:rsidR="002326DE" w:rsidRPr="009C54AE" w:rsidRDefault="002326D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17B1ACFC" w14:textId="77777777" w:rsidTr="00923D7D">
        <w:tc>
          <w:tcPr>
            <w:tcW w:w="9639" w:type="dxa"/>
          </w:tcPr>
          <w:p w14:paraId="257514F4" w14:textId="77777777" w:rsidR="002326DE" w:rsidRPr="009C54AE" w:rsidRDefault="002326D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26DE" w:rsidRPr="009C54AE" w14:paraId="1585F518" w14:textId="77777777" w:rsidTr="00923D7D">
        <w:tc>
          <w:tcPr>
            <w:tcW w:w="9639" w:type="dxa"/>
          </w:tcPr>
          <w:p w14:paraId="1645F8F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Analiza poszczególnych zaburzeń psychicznych.</w:t>
            </w:r>
          </w:p>
          <w:p w14:paraId="156C14A3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Samodzielność i samoobsługa na przykładzie zaburzeń w autyzmie</w:t>
            </w:r>
          </w:p>
          <w:p w14:paraId="6E6077F2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5E66ABD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PRACA ZESPOŁOWA: </w:t>
            </w:r>
          </w:p>
          <w:p w14:paraId="739996D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663BDF09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rozwiązywania problemów w trudnych sytuacjach międzyludzkich</w:t>
            </w:r>
          </w:p>
          <w:p w14:paraId="21E85A1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podstawowych umiejętności prowadzenia rozmowy</w:t>
            </w:r>
          </w:p>
          <w:p w14:paraId="69D463C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w zakresie wyglądu zewnętrznego i higieny osobistej</w:t>
            </w:r>
          </w:p>
          <w:p w14:paraId="14044061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kulinarny</w:t>
            </w:r>
          </w:p>
          <w:p w14:paraId="02268B7B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budżetowy</w:t>
            </w:r>
          </w:p>
          <w:p w14:paraId="1BC190AD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praktycznych</w:t>
            </w:r>
          </w:p>
          <w:p w14:paraId="6BD81005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5AEB721F" w14:textId="77777777" w:rsidR="002326DE" w:rsidRPr="009C54AE" w:rsidRDefault="002326DE" w:rsidP="00DE2E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Przygotowanie do podjęcia pracy</w:t>
            </w:r>
          </w:p>
        </w:tc>
      </w:tr>
    </w:tbl>
    <w:p w14:paraId="6B19AB1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6047F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A7665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07C3E" w14:textId="3D91FD66" w:rsidR="002326DE" w:rsidRPr="00170554" w:rsidRDefault="00170554" w:rsidP="0017055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multimedialną, analiza tekstów z dyskusją,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1D8769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9DF6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BA7B8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B2DEDA5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2CECD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2C44BB1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2326DE" w:rsidRPr="009C54AE" w14:paraId="42DFAB4E" w14:textId="77777777" w:rsidTr="00C05F44">
        <w:tc>
          <w:tcPr>
            <w:tcW w:w="1985" w:type="dxa"/>
            <w:vAlign w:val="center"/>
          </w:tcPr>
          <w:p w14:paraId="3F988823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AB8174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922EB6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16C15A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046D3E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6DE" w:rsidRPr="009C54AE" w14:paraId="12E392B3" w14:textId="77777777" w:rsidTr="00C05F44">
        <w:tc>
          <w:tcPr>
            <w:tcW w:w="1985" w:type="dxa"/>
          </w:tcPr>
          <w:p w14:paraId="19BBA9A1" w14:textId="74D63AF0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326DE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EK_05</w:t>
            </w:r>
          </w:p>
        </w:tc>
        <w:tc>
          <w:tcPr>
            <w:tcW w:w="5528" w:type="dxa"/>
          </w:tcPr>
          <w:p w14:paraId="4F67343E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C158D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9A08483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08729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205B3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388ADFE9" w14:textId="77777777" w:rsidTr="00923D7D">
        <w:tc>
          <w:tcPr>
            <w:tcW w:w="9670" w:type="dxa"/>
          </w:tcPr>
          <w:p w14:paraId="15579FA7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48143" w14:textId="76C514D4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 </w:t>
            </w:r>
          </w:p>
          <w:p w14:paraId="252FDF01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BCD07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96A233" w14:textId="77777777" w:rsidR="002326DE" w:rsidRPr="009C54AE" w:rsidRDefault="002326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D95C1E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2326DE" w:rsidRPr="009C54AE" w14:paraId="4AD70F93" w14:textId="77777777" w:rsidTr="003E1941">
        <w:tc>
          <w:tcPr>
            <w:tcW w:w="4962" w:type="dxa"/>
            <w:vAlign w:val="center"/>
          </w:tcPr>
          <w:p w14:paraId="66AF995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99B0335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326DE" w:rsidRPr="009C54AE" w14:paraId="554964EE" w14:textId="77777777" w:rsidTr="00923D7D">
        <w:tc>
          <w:tcPr>
            <w:tcW w:w="4962" w:type="dxa"/>
          </w:tcPr>
          <w:p w14:paraId="377D560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5A9D17" w14:textId="092C3AFC" w:rsidR="002326DE" w:rsidRPr="009C54AE" w:rsidRDefault="00104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326DE" w:rsidRPr="009C54AE" w14:paraId="21AD85F4" w14:textId="77777777" w:rsidTr="00923D7D">
        <w:tc>
          <w:tcPr>
            <w:tcW w:w="4962" w:type="dxa"/>
          </w:tcPr>
          <w:p w14:paraId="7BB1D5A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F382B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FAC03C" w14:textId="24B2F6C4" w:rsidR="002326DE" w:rsidRPr="009C54AE" w:rsidRDefault="001705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26DE" w:rsidRPr="009C54AE" w14:paraId="68A924B0" w14:textId="77777777" w:rsidTr="00923D7D">
        <w:tc>
          <w:tcPr>
            <w:tcW w:w="4962" w:type="dxa"/>
          </w:tcPr>
          <w:p w14:paraId="18F8B86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8C754A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0799EF" w14:textId="357B4F82" w:rsidR="002326DE" w:rsidRPr="009C54AE" w:rsidRDefault="00104D41" w:rsidP="00DE2E60">
            <w:r>
              <w:t>4</w:t>
            </w:r>
            <w:r w:rsidR="00170554">
              <w:t>3</w:t>
            </w:r>
          </w:p>
        </w:tc>
      </w:tr>
      <w:tr w:rsidR="002326DE" w:rsidRPr="009C54AE" w14:paraId="690580EC" w14:textId="77777777" w:rsidTr="00923D7D">
        <w:tc>
          <w:tcPr>
            <w:tcW w:w="4962" w:type="dxa"/>
          </w:tcPr>
          <w:p w14:paraId="3BF15CF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922B6" w14:textId="66D2AAD9" w:rsidR="002326DE" w:rsidRPr="009C54AE" w:rsidRDefault="002326DE" w:rsidP="00DE2E60">
            <w:r>
              <w:t>7</w:t>
            </w:r>
            <w:r w:rsidR="006212C7">
              <w:t>5</w:t>
            </w:r>
          </w:p>
        </w:tc>
      </w:tr>
      <w:tr w:rsidR="002326DE" w:rsidRPr="009C54AE" w14:paraId="5E38283E" w14:textId="77777777" w:rsidTr="00923D7D">
        <w:tc>
          <w:tcPr>
            <w:tcW w:w="4962" w:type="dxa"/>
          </w:tcPr>
          <w:p w14:paraId="132FD1A7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8AA712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CB009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AA172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5CF8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379B5B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2326DE" w:rsidRPr="009C54AE" w14:paraId="6CC534E5" w14:textId="77777777" w:rsidTr="0071620A">
        <w:trPr>
          <w:trHeight w:val="397"/>
        </w:trPr>
        <w:tc>
          <w:tcPr>
            <w:tcW w:w="3544" w:type="dxa"/>
          </w:tcPr>
          <w:p w14:paraId="044FAAB5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54A184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326DE" w:rsidRPr="009C54AE" w14:paraId="04E68D09" w14:textId="77777777" w:rsidTr="0071620A">
        <w:trPr>
          <w:trHeight w:val="397"/>
        </w:trPr>
        <w:tc>
          <w:tcPr>
            <w:tcW w:w="3544" w:type="dxa"/>
          </w:tcPr>
          <w:p w14:paraId="648B1D6A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F45ED3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BD5795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5A34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9B16D6E" w14:textId="54EC1099" w:rsidR="002326DE" w:rsidRPr="009C54AE" w:rsidRDefault="002326DE" w:rsidP="002639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263915" w:rsidRPr="009C54AE" w14:paraId="348CCD35" w14:textId="77777777" w:rsidTr="00263915">
        <w:trPr>
          <w:trHeight w:val="397"/>
        </w:trPr>
        <w:tc>
          <w:tcPr>
            <w:tcW w:w="9072" w:type="dxa"/>
          </w:tcPr>
          <w:p w14:paraId="7DC1CD50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EEE8075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6EC2CEDC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86BD44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rig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G. (2006).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617B08C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(2006). </w:t>
            </w:r>
            <w:r w:rsidRPr="002639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rodzin</w:t>
            </w:r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DCB258" w14:textId="77777777" w:rsidR="00263915" w:rsidRPr="00170554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B29862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3915" w:rsidRPr="006B5C60" w14:paraId="15FD7AA5" w14:textId="77777777" w:rsidTr="00263915">
        <w:trPr>
          <w:trHeight w:val="397"/>
        </w:trPr>
        <w:tc>
          <w:tcPr>
            <w:tcW w:w="9072" w:type="dxa"/>
          </w:tcPr>
          <w:p w14:paraId="18A9296C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A6CC6F" w14:textId="77777777" w:rsidR="00263915" w:rsidRPr="006B5C60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6BFE416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DF2A3" w14:textId="77777777" w:rsidR="002326DE" w:rsidRPr="009C54AE" w:rsidRDefault="002326D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26D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D712A" w14:textId="77777777" w:rsidR="00245B9D" w:rsidRDefault="00245B9D" w:rsidP="00C16ABF">
      <w:pPr>
        <w:spacing w:after="0" w:line="240" w:lineRule="auto"/>
      </w:pPr>
      <w:r>
        <w:separator/>
      </w:r>
    </w:p>
  </w:endnote>
  <w:endnote w:type="continuationSeparator" w:id="0">
    <w:p w14:paraId="1143F2A0" w14:textId="77777777" w:rsidR="00245B9D" w:rsidRDefault="00245B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F261C" w14:textId="77777777" w:rsidR="00245B9D" w:rsidRDefault="00245B9D" w:rsidP="00C16ABF">
      <w:pPr>
        <w:spacing w:after="0" w:line="240" w:lineRule="auto"/>
      </w:pPr>
      <w:r>
        <w:separator/>
      </w:r>
    </w:p>
  </w:footnote>
  <w:footnote w:type="continuationSeparator" w:id="0">
    <w:p w14:paraId="4EC40E0A" w14:textId="77777777" w:rsidR="00245B9D" w:rsidRDefault="00245B9D" w:rsidP="00C16ABF">
      <w:pPr>
        <w:spacing w:after="0" w:line="240" w:lineRule="auto"/>
      </w:pPr>
      <w:r>
        <w:continuationSeparator/>
      </w:r>
    </w:p>
  </w:footnote>
  <w:footnote w:id="1">
    <w:p w14:paraId="51CA919C" w14:textId="77777777" w:rsidR="002326DE" w:rsidRDefault="002326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0F4"/>
    <w:rsid w:val="00042A51"/>
    <w:rsid w:val="00042D2E"/>
    <w:rsid w:val="00044C82"/>
    <w:rsid w:val="00070ED6"/>
    <w:rsid w:val="00073D1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C57"/>
    <w:rsid w:val="000F5615"/>
    <w:rsid w:val="00104D41"/>
    <w:rsid w:val="00124BFF"/>
    <w:rsid w:val="0012560E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92F37"/>
    <w:rsid w:val="001973D2"/>
    <w:rsid w:val="001A70D2"/>
    <w:rsid w:val="001C3827"/>
    <w:rsid w:val="001D657B"/>
    <w:rsid w:val="001D7B54"/>
    <w:rsid w:val="001E0209"/>
    <w:rsid w:val="001F2CA2"/>
    <w:rsid w:val="002144C0"/>
    <w:rsid w:val="0022477D"/>
    <w:rsid w:val="002278A9"/>
    <w:rsid w:val="002326DE"/>
    <w:rsid w:val="002326E5"/>
    <w:rsid w:val="002336F9"/>
    <w:rsid w:val="0024028F"/>
    <w:rsid w:val="00244ABC"/>
    <w:rsid w:val="00245B9D"/>
    <w:rsid w:val="002639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6E85"/>
    <w:rsid w:val="005F31D2"/>
    <w:rsid w:val="0061029B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536"/>
    <w:rsid w:val="00724677"/>
    <w:rsid w:val="00725459"/>
    <w:rsid w:val="007327BD"/>
    <w:rsid w:val="00734608"/>
    <w:rsid w:val="00745302"/>
    <w:rsid w:val="007461D6"/>
    <w:rsid w:val="00746EC8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E0543"/>
    <w:rsid w:val="009E3B41"/>
    <w:rsid w:val="009F2DB3"/>
    <w:rsid w:val="009F3C5C"/>
    <w:rsid w:val="009F4610"/>
    <w:rsid w:val="009F6A66"/>
    <w:rsid w:val="00A00ECC"/>
    <w:rsid w:val="00A12181"/>
    <w:rsid w:val="00A155EE"/>
    <w:rsid w:val="00A2245B"/>
    <w:rsid w:val="00A30110"/>
    <w:rsid w:val="00A36899"/>
    <w:rsid w:val="00A36BC2"/>
    <w:rsid w:val="00A371F6"/>
    <w:rsid w:val="00A42FA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4B0"/>
    <w:rsid w:val="00BB520A"/>
    <w:rsid w:val="00BD3869"/>
    <w:rsid w:val="00BD66E9"/>
    <w:rsid w:val="00BD6FF4"/>
    <w:rsid w:val="00BE0531"/>
    <w:rsid w:val="00BF2C41"/>
    <w:rsid w:val="00C058B4"/>
    <w:rsid w:val="00C05F44"/>
    <w:rsid w:val="00C131B5"/>
    <w:rsid w:val="00C16ABF"/>
    <w:rsid w:val="00C170AE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94B98"/>
    <w:rsid w:val="00CA1939"/>
    <w:rsid w:val="00CA2B96"/>
    <w:rsid w:val="00CA5089"/>
    <w:rsid w:val="00CB036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7066B"/>
    <w:rsid w:val="00F83B28"/>
    <w:rsid w:val="00F8765D"/>
    <w:rsid w:val="00F974DA"/>
    <w:rsid w:val="00FA46E5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9E4AC-2CBE-44DC-A1FA-D0B29EB8A6D1}"/>
</file>

<file path=customXml/itemProps2.xml><?xml version="1.0" encoding="utf-8"?>
<ds:datastoreItem xmlns:ds="http://schemas.openxmlformats.org/officeDocument/2006/customXml" ds:itemID="{F623DE78-B330-4AC5-BB94-6171F0C25B94}"/>
</file>

<file path=customXml/itemProps3.xml><?xml version="1.0" encoding="utf-8"?>
<ds:datastoreItem xmlns:ds="http://schemas.openxmlformats.org/officeDocument/2006/customXml" ds:itemID="{1552F3BE-9AA0-4EE5-A183-36613DA5C00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2019-07-03T14:47:00Z</cp:lastPrinted>
  <dcterms:created xsi:type="dcterms:W3CDTF">2021-09-30T21:47:00Z</dcterms:created>
  <dcterms:modified xsi:type="dcterms:W3CDTF">2021-10-02T12:52:00Z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